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13FFAB3" w14:textId="77777777" w:rsidTr="00987DB5">
        <w:tc>
          <w:tcPr>
            <w:tcW w:w="9498" w:type="dxa"/>
          </w:tcPr>
          <w:p w14:paraId="013FFAA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3FFAC9" wp14:editId="013FFAC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3FFAAF" w14:textId="456BF6F2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</w:t>
            </w:r>
            <w:r w:rsidR="007B0327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АЦИЯ МУНИЦИПАЛЬНОГО ОБРАЗОВАНИЯ</w:t>
            </w:r>
          </w:p>
          <w:p w14:paraId="013FFAB0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13FFAB1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13FFAB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13FFAB4" w14:textId="6D8183F4" w:rsidR="0033636C" w:rsidRPr="007B032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B032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E146B" w:rsidRPr="00BE146B">
            <w:rPr>
              <w:rFonts w:ascii="Times New Roman" w:hAnsi="Times New Roman"/>
              <w:sz w:val="28"/>
              <w:szCs w:val="28"/>
            </w:rPr>
            <w:t>22 января 2025 года</w:t>
          </w:r>
        </w:sdtContent>
      </w:sdt>
      <w:r w:rsidRPr="00BE146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E146B" w:rsidRPr="00BE146B">
            <w:rPr>
              <w:rFonts w:ascii="Times New Roman" w:hAnsi="Times New Roman"/>
              <w:sz w:val="28"/>
              <w:szCs w:val="28"/>
            </w:rPr>
            <w:t>7</w:t>
          </w:r>
        </w:sdtContent>
      </w:sdt>
    </w:p>
    <w:p w14:paraId="013FFAB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E655B00" w14:textId="77777777" w:rsidR="007B0327" w:rsidRDefault="002B5CAC" w:rsidP="007B03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214C">
        <w:rPr>
          <w:rFonts w:ascii="Times New Roman" w:hAnsi="Times New Roman"/>
          <w:b/>
          <w:sz w:val="28"/>
          <w:szCs w:val="28"/>
        </w:rPr>
        <w:t>Об утве</w:t>
      </w:r>
      <w:r w:rsidR="007B0327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26C76035" w14:textId="77777777" w:rsidR="007B0327" w:rsidRDefault="007B0327" w:rsidP="007B03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2B5CAC" w:rsidRPr="0051214C">
        <w:rPr>
          <w:rFonts w:ascii="Times New Roman" w:hAnsi="Times New Roman"/>
          <w:b/>
          <w:sz w:val="28"/>
          <w:szCs w:val="28"/>
        </w:rPr>
        <w:t xml:space="preserve">Развитие предпринимательства и </w:t>
      </w:r>
      <w:r>
        <w:rPr>
          <w:rFonts w:ascii="Times New Roman" w:hAnsi="Times New Roman"/>
          <w:b/>
          <w:sz w:val="28"/>
          <w:szCs w:val="28"/>
        </w:rPr>
        <w:t>инвестиционного потенциала</w:t>
      </w:r>
    </w:p>
    <w:p w14:paraId="5F5CF9E3" w14:textId="77777777" w:rsidR="007B0327" w:rsidRDefault="002B5CAC" w:rsidP="007B03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214C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7B0327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013FFAB6" w14:textId="0CEB673D" w:rsidR="0033636C" w:rsidRPr="0051214C" w:rsidRDefault="002B5CAC" w:rsidP="007B03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214C">
        <w:rPr>
          <w:rFonts w:ascii="Times New Roman" w:hAnsi="Times New Roman"/>
          <w:b/>
          <w:sz w:val="28"/>
          <w:szCs w:val="28"/>
        </w:rPr>
        <w:t>Сахалинской области</w:t>
      </w:r>
      <w:r w:rsidR="007B0327">
        <w:rPr>
          <w:rFonts w:ascii="Times New Roman" w:hAnsi="Times New Roman"/>
          <w:b/>
          <w:sz w:val="28"/>
          <w:szCs w:val="28"/>
        </w:rPr>
        <w:t>»</w:t>
      </w:r>
    </w:p>
    <w:p w14:paraId="013FFAB7" w14:textId="77777777" w:rsidR="00185FEC" w:rsidRDefault="00185FEC" w:rsidP="007B0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90D191" w14:textId="22E6C7E5" w:rsidR="0051214C" w:rsidRPr="0080462D" w:rsidRDefault="0051214C" w:rsidP="007B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D15AC4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Pr="00D15AC4">
        <w:rPr>
          <w:rFonts w:ascii="Times New Roman" w:hAnsi="Times New Roman"/>
          <w:sz w:val="28"/>
          <w:szCs w:val="28"/>
        </w:rPr>
        <w:t xml:space="preserve"> разработки, реализации и </w:t>
      </w:r>
      <w:r>
        <w:rPr>
          <w:rFonts w:ascii="Times New Roman" w:hAnsi="Times New Roman"/>
          <w:sz w:val="28"/>
          <w:szCs w:val="28"/>
        </w:rPr>
        <w:t>мониторинга</w:t>
      </w:r>
      <w:r w:rsidRPr="00D15AC4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«Городской округ Ногликский», утвержденного постановлением администрации муни</w:t>
      </w:r>
      <w:r w:rsidRPr="00A945B6">
        <w:rPr>
          <w:rFonts w:ascii="Times New Roman" w:hAnsi="Times New Roman"/>
          <w:sz w:val="28"/>
          <w:szCs w:val="28"/>
        </w:rPr>
        <w:t xml:space="preserve">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24</w:t>
      </w:r>
      <w:r w:rsidRPr="00A945B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A945B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24</w:t>
      </w:r>
      <w:r w:rsidRPr="00A945B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559</w:t>
      </w:r>
      <w:r w:rsidRPr="00B838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Pr="00D15AC4">
        <w:rPr>
          <w:rFonts w:ascii="Times New Roman" w:hAnsi="Times New Roman"/>
          <w:sz w:val="28"/>
          <w:szCs w:val="28"/>
        </w:rPr>
        <w:t>ст. 36 Устава муниципального образования</w:t>
      </w:r>
      <w:r w:rsidR="00B73C1F">
        <w:rPr>
          <w:rFonts w:ascii="Times New Roman" w:hAnsi="Times New Roman"/>
          <w:sz w:val="28"/>
          <w:szCs w:val="28"/>
        </w:rPr>
        <w:t xml:space="preserve"> </w:t>
      </w:r>
      <w:r w:rsidR="00B73C1F" w:rsidRPr="00D15AC4">
        <w:rPr>
          <w:rFonts w:ascii="Times New Roman" w:hAnsi="Times New Roman"/>
          <w:sz w:val="28"/>
          <w:szCs w:val="28"/>
        </w:rPr>
        <w:t>Ногликский</w:t>
      </w:r>
      <w:r w:rsidR="00B73C1F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61C48629" w14:textId="77777777" w:rsidR="0051214C" w:rsidRPr="00FD70D1" w:rsidRDefault="0051214C" w:rsidP="00BA626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Утвердить м</w:t>
      </w:r>
      <w:r w:rsidRPr="00FD70D1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FD70D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у «Развитие предпринимательства и инвестиционного потенциала </w:t>
      </w:r>
      <w:r w:rsidRPr="00FD70D1">
        <w:rPr>
          <w:rFonts w:ascii="Times New Roman" w:hAnsi="Times New Roman"/>
          <w:sz w:val="28"/>
          <w:szCs w:val="28"/>
        </w:rPr>
        <w:t>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области»</w:t>
      </w:r>
      <w:r w:rsidRPr="00FD70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(прилагается).</w:t>
      </w:r>
    </w:p>
    <w:p w14:paraId="4B5BAE9B" w14:textId="084BE208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B5B">
        <w:rPr>
          <w:rFonts w:ascii="Times New Roman" w:hAnsi="Times New Roman"/>
          <w:sz w:val="28"/>
          <w:szCs w:val="28"/>
          <w:shd w:val="clear" w:color="auto" w:fill="FFFFFF"/>
        </w:rPr>
        <w:t>2. Признать утратившим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3C6B5B">
        <w:rPr>
          <w:rFonts w:ascii="Times New Roman" w:hAnsi="Times New Roman"/>
          <w:sz w:val="28"/>
          <w:szCs w:val="28"/>
          <w:shd w:val="clear" w:color="auto" w:fill="FFFFFF"/>
        </w:rPr>
        <w:t xml:space="preserve"> силу постановления администрации муниципального образования «</w:t>
      </w:r>
      <w:r w:rsidRPr="003C6B5B">
        <w:rPr>
          <w:rFonts w:ascii="Times New Roman" w:hAnsi="Times New Roman"/>
          <w:sz w:val="28"/>
          <w:szCs w:val="28"/>
        </w:rPr>
        <w:t>Городской округ Ногликский»:</w:t>
      </w:r>
    </w:p>
    <w:p w14:paraId="174656BD" w14:textId="3DE4469C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B5B">
        <w:rPr>
          <w:rFonts w:ascii="Times New Roman" w:hAnsi="Times New Roman"/>
          <w:sz w:val="28"/>
          <w:szCs w:val="28"/>
        </w:rPr>
        <w:t>- от 28.08.2015 № 631 «Об утверждении муниципальной программы «Развитие инвестиционного потенциала муниципального образования «Городской округ Ногликский» на 2016-2020 годы»;</w:t>
      </w:r>
    </w:p>
    <w:p w14:paraId="007A4FC1" w14:textId="7595514D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B5B">
        <w:rPr>
          <w:rFonts w:ascii="Times New Roman" w:hAnsi="Times New Roman"/>
          <w:sz w:val="28"/>
          <w:szCs w:val="28"/>
        </w:rPr>
        <w:t>- от 31.03.2016 № 267 «О 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6F525057" w14:textId="6D7897FE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D70D1">
        <w:rPr>
          <w:rFonts w:ascii="Times New Roman" w:hAnsi="Times New Roman"/>
          <w:sz w:val="28"/>
          <w:szCs w:val="28"/>
        </w:rPr>
        <w:t>от 27.02.2018 № 190</w:t>
      </w:r>
      <w:r>
        <w:rPr>
          <w:rFonts w:ascii="Times New Roman" w:hAnsi="Times New Roman"/>
          <w:sz w:val="28"/>
          <w:szCs w:val="28"/>
        </w:rPr>
        <w:t xml:space="preserve">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43E10069" w14:textId="2456D683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FD70D1">
        <w:rPr>
          <w:rFonts w:ascii="Times New Roman" w:hAnsi="Times New Roman"/>
          <w:sz w:val="28"/>
          <w:szCs w:val="28"/>
        </w:rPr>
        <w:t>от 11.12.2018 № 1196</w:t>
      </w:r>
      <w:r>
        <w:rPr>
          <w:rFonts w:ascii="Times New Roman" w:hAnsi="Times New Roman"/>
          <w:sz w:val="28"/>
          <w:szCs w:val="28"/>
        </w:rPr>
        <w:t xml:space="preserve">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29D98341" w14:textId="22C895A8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D70D1">
        <w:rPr>
          <w:rFonts w:ascii="Times New Roman" w:hAnsi="Times New Roman"/>
          <w:sz w:val="28"/>
          <w:szCs w:val="28"/>
        </w:rPr>
        <w:t>от 26.12.2018 № 1270</w:t>
      </w:r>
      <w:r>
        <w:rPr>
          <w:rFonts w:ascii="Times New Roman" w:hAnsi="Times New Roman"/>
          <w:sz w:val="28"/>
          <w:szCs w:val="28"/>
        </w:rPr>
        <w:t xml:space="preserve">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188D168E" w14:textId="40C6F2CF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D70D1">
        <w:rPr>
          <w:rFonts w:ascii="Times New Roman" w:hAnsi="Times New Roman"/>
          <w:sz w:val="28"/>
          <w:szCs w:val="28"/>
        </w:rPr>
        <w:t>от 29.07.2019 № 570</w:t>
      </w:r>
      <w:r>
        <w:rPr>
          <w:rFonts w:ascii="Times New Roman" w:hAnsi="Times New Roman"/>
          <w:sz w:val="28"/>
          <w:szCs w:val="28"/>
        </w:rPr>
        <w:t xml:space="preserve">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77A6F310" w14:textId="686E51B4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D70D1">
        <w:rPr>
          <w:rFonts w:ascii="Times New Roman" w:hAnsi="Times New Roman"/>
          <w:sz w:val="28"/>
          <w:szCs w:val="28"/>
        </w:rPr>
        <w:t xml:space="preserve"> от 05.02.2020 № 67</w:t>
      </w:r>
      <w:r>
        <w:rPr>
          <w:rFonts w:ascii="Times New Roman" w:hAnsi="Times New Roman"/>
          <w:sz w:val="28"/>
          <w:szCs w:val="28"/>
        </w:rPr>
        <w:t xml:space="preserve">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5AC7B6D4" w14:textId="4086167C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12.01.2021 №</w:t>
      </w:r>
      <w:r w:rsidR="00C061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3ABDD355" w14:textId="0ECDB092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27.12.2021 № 737</w:t>
      </w:r>
      <w:r>
        <w:rPr>
          <w:rFonts w:ascii="Times New Roman" w:hAnsi="Times New Roman"/>
          <w:sz w:val="28"/>
          <w:szCs w:val="28"/>
        </w:rPr>
        <w:tab/>
        <w:t xml:space="preserve">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1F61486F" w14:textId="38C9FC2E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41E5D">
        <w:rPr>
          <w:rFonts w:ascii="Times New Roman" w:hAnsi="Times New Roman"/>
          <w:sz w:val="28"/>
          <w:szCs w:val="28"/>
        </w:rPr>
        <w:t>от 19.12.2022 № 720</w:t>
      </w:r>
      <w:r>
        <w:rPr>
          <w:rFonts w:ascii="Times New Roman" w:hAnsi="Times New Roman"/>
          <w:sz w:val="28"/>
          <w:szCs w:val="28"/>
        </w:rPr>
        <w:t xml:space="preserve">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72249B05" w14:textId="7F7BDF9D" w:rsidR="0051214C" w:rsidRPr="003C6B5B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41E5D">
        <w:rPr>
          <w:rFonts w:ascii="Times New Roman" w:hAnsi="Times New Roman"/>
          <w:sz w:val="28"/>
          <w:szCs w:val="28"/>
        </w:rPr>
        <w:t>от 12.07.2023 № 445</w:t>
      </w:r>
      <w:r>
        <w:rPr>
          <w:rFonts w:ascii="Times New Roman" w:hAnsi="Times New Roman"/>
          <w:sz w:val="28"/>
          <w:szCs w:val="28"/>
        </w:rPr>
        <w:t xml:space="preserve">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015C00B6" w14:textId="315B43D4" w:rsidR="0051214C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01.04.2024 № 191 «О </w:t>
      </w:r>
      <w:r w:rsidRPr="003C6B5B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образования «Городской округ Ногликский» от 28.08.2015 № 631</w:t>
      </w:r>
      <w:r>
        <w:rPr>
          <w:rFonts w:ascii="Times New Roman" w:hAnsi="Times New Roman"/>
          <w:sz w:val="28"/>
          <w:szCs w:val="28"/>
        </w:rPr>
        <w:t>»;</w:t>
      </w:r>
    </w:p>
    <w:p w14:paraId="4193FD31" w14:textId="0E45765E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6264">
        <w:rPr>
          <w:rFonts w:ascii="Times New Roman" w:hAnsi="Times New Roman"/>
          <w:sz w:val="28"/>
          <w:szCs w:val="28"/>
        </w:rPr>
        <w:t>- от 16.12.2016 № 876 «Об утверждении муниципальной программы «Стимулирование экономической активности в муниципальном образовании «Городской округ Ногликский»</w:t>
      </w:r>
      <w:r w:rsidR="003738D8" w:rsidRPr="00BA6264">
        <w:rPr>
          <w:rFonts w:ascii="Times New Roman" w:hAnsi="Times New Roman"/>
          <w:sz w:val="28"/>
          <w:szCs w:val="28"/>
        </w:rPr>
        <w:t xml:space="preserve"> на 2015-2020 годы»</w:t>
      </w:r>
      <w:r w:rsidRPr="00BA6264">
        <w:rPr>
          <w:rFonts w:ascii="Times New Roman" w:hAnsi="Times New Roman"/>
          <w:sz w:val="28"/>
          <w:szCs w:val="28"/>
        </w:rPr>
        <w:t>;</w:t>
      </w:r>
    </w:p>
    <w:p w14:paraId="656507AF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14216">
        <w:rPr>
          <w:rFonts w:ascii="Times New Roman" w:hAnsi="Times New Roman"/>
          <w:sz w:val="28"/>
          <w:szCs w:val="28"/>
        </w:rPr>
        <w:t>от 23.03.2017 № 191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6FE4A36E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26.09.2017 № 700 «О внесении изменений в постановление администрации муниципального образования «Городской округ Ногликский» от 16.12.2016 № 876 (в редакции от 23.03.2017 № 191)»;</w:t>
      </w:r>
    </w:p>
    <w:p w14:paraId="315EB184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04.12.2017 № 1021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18CCE6DA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30.03.2018 № 337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07C10121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07.06.2018 № 534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125510DA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03.09.2018 № 818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64744812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22.11.2018 № 1134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5BFDC250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09.04.2019 № 227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311466DB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16.07.2019 № 533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76BAB9B2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03.09.2019 № 670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7472CF35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22.10.2019 № 779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738413AB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06.11.2019 № 810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2CF38B39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19.03.2020 № 129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1630C62D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11.06.2020 № 298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682F763A" w14:textId="745BFCE8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08.10.2020 № 496 «О внесении изменений в муниципальную программу «Стимулирование экономической активности в муниципальном образовании «Городской округ Ногликский», утвержденную постановление</w:t>
      </w:r>
      <w:r w:rsidR="00FF72B0">
        <w:rPr>
          <w:rFonts w:ascii="Times New Roman" w:hAnsi="Times New Roman"/>
          <w:sz w:val="28"/>
          <w:szCs w:val="28"/>
        </w:rPr>
        <w:t>м</w:t>
      </w:r>
      <w:r w:rsidRPr="00C1421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16.12.2016 № 876»;</w:t>
      </w:r>
    </w:p>
    <w:p w14:paraId="7FD76CA7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25.02.2021 № 92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06703DDB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25.05.2021 № 287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1B019F5A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30.03.2022 № 127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284AFA4A" w14:textId="77777777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23.08.2022 № 450 «О внесении изменений в постановление администрации муниципального образования «Городской округ Ногликский» от 16.12.2016 № 876»;</w:t>
      </w:r>
    </w:p>
    <w:p w14:paraId="5F70C45E" w14:textId="2A950CB3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27.02.2023 № 94 «О внесении изменений в муниципальную программу «Стимулирование экономической активности в муниципальном образовании «Городской округ Ногликский», утвержденную постановление</w:t>
      </w:r>
      <w:r w:rsidR="00FF72B0">
        <w:rPr>
          <w:rFonts w:ascii="Times New Roman" w:hAnsi="Times New Roman"/>
          <w:sz w:val="28"/>
          <w:szCs w:val="28"/>
        </w:rPr>
        <w:t>м</w:t>
      </w:r>
      <w:r w:rsidRPr="00C1421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16.12.2016 № 876»;</w:t>
      </w:r>
    </w:p>
    <w:p w14:paraId="042A420A" w14:textId="3006EECC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10.04.2023 № 229 «О внесении изменений в муниципальную программу «Стимулирование экономической активности в муниципальном образовании «Городской округ Ногликский», утвержденную постановление</w:t>
      </w:r>
      <w:r w:rsidR="00FF72B0">
        <w:rPr>
          <w:rFonts w:ascii="Times New Roman" w:hAnsi="Times New Roman"/>
          <w:sz w:val="28"/>
          <w:szCs w:val="28"/>
        </w:rPr>
        <w:t>м</w:t>
      </w:r>
      <w:r w:rsidRPr="00C1421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16.12.2016 № 876»;</w:t>
      </w:r>
    </w:p>
    <w:p w14:paraId="64341EB8" w14:textId="3A34973F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12.07.2023 № 446 «О внесении изменений в муниципальную программу «Стимулирование экономической активности в муниципальном образовании «Городской округ Ногликский», утвержденную постановление</w:t>
      </w:r>
      <w:r w:rsidR="00FF72B0">
        <w:rPr>
          <w:rFonts w:ascii="Times New Roman" w:hAnsi="Times New Roman"/>
          <w:sz w:val="28"/>
          <w:szCs w:val="28"/>
        </w:rPr>
        <w:t>м</w:t>
      </w:r>
      <w:r w:rsidRPr="00C1421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16.12.2016 № 876»;</w:t>
      </w:r>
    </w:p>
    <w:p w14:paraId="3E8B75AD" w14:textId="243AD69A" w:rsidR="0051214C" w:rsidRPr="00C14216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22.02.2024 № 116 «О внесении изменений в муниципальную программу «Стимулирование экономической активности в муниципальном образовании «Городской округ Ногликский», утвержденную постановление</w:t>
      </w:r>
      <w:r w:rsidR="00FF72B0">
        <w:rPr>
          <w:rFonts w:ascii="Times New Roman" w:hAnsi="Times New Roman"/>
          <w:sz w:val="28"/>
          <w:szCs w:val="28"/>
        </w:rPr>
        <w:t>м</w:t>
      </w:r>
      <w:r w:rsidRPr="00C1421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16.12.2016 № 876»;</w:t>
      </w:r>
    </w:p>
    <w:p w14:paraId="072E38DB" w14:textId="35AEB456" w:rsidR="0051214C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216">
        <w:rPr>
          <w:rFonts w:ascii="Times New Roman" w:hAnsi="Times New Roman"/>
          <w:sz w:val="28"/>
          <w:szCs w:val="28"/>
        </w:rPr>
        <w:t>- от 30.09.2024 № 572 «О внесении изменений в муниципальную программу «Стимулирование экономической активности в муниципальном образовании «Городской округ Ногликский», утвержденную постановление</w:t>
      </w:r>
      <w:r w:rsidR="00FF72B0">
        <w:rPr>
          <w:rFonts w:ascii="Times New Roman" w:hAnsi="Times New Roman"/>
          <w:sz w:val="28"/>
          <w:szCs w:val="28"/>
        </w:rPr>
        <w:t>м</w:t>
      </w:r>
      <w:r w:rsidRPr="00C1421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16.12.2016 № 876».</w:t>
      </w:r>
    </w:p>
    <w:p w14:paraId="1347D638" w14:textId="77777777" w:rsidR="0051214C" w:rsidRDefault="0051214C" w:rsidP="007B032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 Настоящее постановление вступает в силу с 01 января 2026 года.</w:t>
      </w:r>
    </w:p>
    <w:p w14:paraId="45F1DFB6" w14:textId="1DEE1D3D" w:rsidR="0051214C" w:rsidRPr="00160B36" w:rsidRDefault="0051214C" w:rsidP="007B0327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 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Опубликовать настоящее постановление в газете «Знамя труда» и разместить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муниципальный округ Сахалинской области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6B2019E3" w14:textId="77777777" w:rsidR="0051214C" w:rsidRPr="00725BC6" w:rsidRDefault="0051214C" w:rsidP="007B03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оставляю за </w:t>
      </w:r>
      <w:r w:rsidRPr="007B0327">
        <w:rPr>
          <w:rFonts w:ascii="Times New Roman" w:hAnsi="Times New Roman"/>
          <w:sz w:val="28"/>
          <w:szCs w:val="28"/>
          <w:shd w:val="clear" w:color="auto" w:fill="FFFFFF"/>
        </w:rPr>
        <w:t>собой</w:t>
      </w:r>
      <w:r w:rsidRPr="007B0327">
        <w:rPr>
          <w:rFonts w:ascii="Times New Roman" w:hAnsi="Times New Roman"/>
          <w:sz w:val="28"/>
          <w:szCs w:val="28"/>
        </w:rPr>
        <w:t>.</w:t>
      </w:r>
    </w:p>
    <w:p w14:paraId="7481C548" w14:textId="77777777" w:rsidR="007B0327" w:rsidRDefault="007B0327" w:rsidP="007B0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8F7AE1" w14:textId="77777777" w:rsidR="007B0327" w:rsidRDefault="007B0327" w:rsidP="007B0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69CD19" w14:textId="77777777" w:rsidR="007B0327" w:rsidRDefault="007B0327" w:rsidP="007B0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FD49B9" w14:textId="1E63CD17" w:rsidR="0051214C" w:rsidRDefault="00BE146B" w:rsidP="007B0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51214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6CE7EE" w14:textId="77777777" w:rsidR="0051214C" w:rsidRDefault="0051214C" w:rsidP="007B0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013FFABB" w14:textId="4E760E29" w:rsidR="00E609BC" w:rsidRPr="00D12794" w:rsidRDefault="0051214C" w:rsidP="007B0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</w:t>
      </w:r>
      <w:r w:rsidR="009F2A07">
        <w:rPr>
          <w:rFonts w:ascii="Times New Roman" w:hAnsi="Times New Roman"/>
          <w:sz w:val="28"/>
          <w:szCs w:val="28"/>
        </w:rPr>
        <w:t xml:space="preserve">  </w:t>
      </w:r>
      <w:r w:rsidR="00BE146B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</w:t>
      </w:r>
      <w:r w:rsidR="00BE146B">
        <w:rPr>
          <w:rFonts w:ascii="Times New Roman" w:hAnsi="Times New Roman"/>
          <w:sz w:val="28"/>
          <w:szCs w:val="28"/>
        </w:rPr>
        <w:t>С.В. Гурьянов</w:t>
      </w:r>
    </w:p>
    <w:sectPr w:rsidR="00E609BC" w:rsidRPr="00D12794" w:rsidSect="007B03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FFACD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13FFACE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FFACB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13FFACC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6495027"/>
      <w:docPartObj>
        <w:docPartGallery w:val="Page Numbers (Top of Page)"/>
        <w:docPartUnique/>
      </w:docPartObj>
    </w:sdtPr>
    <w:sdtEndPr/>
    <w:sdtContent>
      <w:p w14:paraId="166032BD" w14:textId="2E272F2D" w:rsidR="007B0327" w:rsidRDefault="007B03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46B">
          <w:rPr>
            <w:noProof/>
          </w:rPr>
          <w:t>3</w:t>
        </w:r>
        <w:r>
          <w:fldChar w:fldCharType="end"/>
        </w:r>
      </w:p>
    </w:sdtContent>
  </w:sdt>
  <w:p w14:paraId="3FAEFCAB" w14:textId="77777777" w:rsidR="007B0327" w:rsidRDefault="007B03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5C97"/>
    <w:rsid w:val="000E084B"/>
    <w:rsid w:val="00185FEC"/>
    <w:rsid w:val="001E1F9F"/>
    <w:rsid w:val="002003DC"/>
    <w:rsid w:val="002B5CAC"/>
    <w:rsid w:val="0033636C"/>
    <w:rsid w:val="003738D8"/>
    <w:rsid w:val="003E4257"/>
    <w:rsid w:val="0051214C"/>
    <w:rsid w:val="00520CBF"/>
    <w:rsid w:val="007B0327"/>
    <w:rsid w:val="008629FA"/>
    <w:rsid w:val="00987DB5"/>
    <w:rsid w:val="009F2A07"/>
    <w:rsid w:val="00A30AF1"/>
    <w:rsid w:val="00AC72C8"/>
    <w:rsid w:val="00B10ED9"/>
    <w:rsid w:val="00B25688"/>
    <w:rsid w:val="00B73C1F"/>
    <w:rsid w:val="00BA6264"/>
    <w:rsid w:val="00BE146B"/>
    <w:rsid w:val="00C02849"/>
    <w:rsid w:val="00C061B1"/>
    <w:rsid w:val="00C50995"/>
    <w:rsid w:val="00D12794"/>
    <w:rsid w:val="00D67BD8"/>
    <w:rsid w:val="00DF7897"/>
    <w:rsid w:val="00E37B8A"/>
    <w:rsid w:val="00E609BC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FAA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1214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A5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5C9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64</TotalTime>
  <Pages>4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2025-01-22T09:45:00Z</cp:lastPrinted>
  <dcterms:created xsi:type="dcterms:W3CDTF">2020-04-07T04:52:00Z</dcterms:created>
  <dcterms:modified xsi:type="dcterms:W3CDTF">2025-01-22T09:46:00Z</dcterms:modified>
</cp:coreProperties>
</file>